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240" w:rsidRDefault="00DF2240"/>
    <w:p w:rsidR="00DF2240" w:rsidRDefault="00DF2240" w:rsidP="007338A1"/>
    <w:p w:rsidR="00DF2240" w:rsidRDefault="00DF2240" w:rsidP="007338A1">
      <w:pPr>
        <w:tabs>
          <w:tab w:val="left" w:pos="1530"/>
        </w:tabs>
      </w:pPr>
      <w:r>
        <w:tab/>
        <w:t xml:space="preserve">                                          Справка</w:t>
      </w:r>
    </w:p>
    <w:p w:rsidR="00DF2240" w:rsidRDefault="00DF2240" w:rsidP="007338A1">
      <w:pPr>
        <w:tabs>
          <w:tab w:val="left" w:pos="1005"/>
        </w:tabs>
      </w:pPr>
    </w:p>
    <w:p w:rsidR="00DF2240" w:rsidRDefault="00DF2240" w:rsidP="007338A1">
      <w:pPr>
        <w:tabs>
          <w:tab w:val="left" w:pos="1005"/>
        </w:tabs>
      </w:pPr>
      <w:r>
        <w:tab/>
        <w:t>Администрация Кудельно-Ключевского  сельсовета  о плановых доходах на  2014-2016гг</w:t>
      </w:r>
    </w:p>
    <w:p w:rsidR="00DF2240" w:rsidRDefault="00DF2240" w:rsidP="007338A1"/>
    <w:p w:rsidR="00DF2240" w:rsidRDefault="00DF2240" w:rsidP="007338A1">
      <w:pPr>
        <w:tabs>
          <w:tab w:val="left" w:pos="1845"/>
        </w:tabs>
      </w:pPr>
      <w:r>
        <w:tab/>
        <w:t>Земельный налог на 2014-2016гг планировался  на  основании поступления 2012г – 456,6 тыс. руб., и 10 месяцев 2013г поступление составило-291,9 тыс.руб.</w:t>
      </w:r>
    </w:p>
    <w:p w:rsidR="00DF2240" w:rsidRDefault="00DF2240" w:rsidP="007338A1">
      <w:pPr>
        <w:tabs>
          <w:tab w:val="left" w:pos="1845"/>
        </w:tabs>
      </w:pPr>
      <w:r>
        <w:tab/>
        <w:t>Арендная плата за земли в 2015-2016гг уменьшится за счет прекращения сроков договоров с ООО «Шубкино»» и КФХ «Амельченко»</w:t>
      </w:r>
    </w:p>
    <w:p w:rsidR="00DF2240" w:rsidRDefault="00DF2240" w:rsidP="00E26C58">
      <w:pPr>
        <w:tabs>
          <w:tab w:val="left" w:pos="1845"/>
        </w:tabs>
      </w:pPr>
      <w:r>
        <w:tab/>
        <w:t>Единый сельскохозяйственный налог  план на 2014-2016гг взят на уровне поступлений за 10 месяцев 2013г.</w:t>
      </w:r>
    </w:p>
    <w:p w:rsidR="00DF2240" w:rsidRPr="00E26C58" w:rsidRDefault="00DF2240" w:rsidP="00E26C58"/>
    <w:p w:rsidR="00DF2240" w:rsidRDefault="00DF2240" w:rsidP="00E26C58"/>
    <w:p w:rsidR="00DF2240" w:rsidRDefault="00DF2240" w:rsidP="00E26C58">
      <w:pPr>
        <w:tabs>
          <w:tab w:val="left" w:pos="2385"/>
        </w:tabs>
      </w:pPr>
    </w:p>
    <w:p w:rsidR="00DF2240" w:rsidRDefault="00DF2240" w:rsidP="00E26C58">
      <w:pPr>
        <w:tabs>
          <w:tab w:val="left" w:pos="2385"/>
        </w:tabs>
      </w:pPr>
      <w:r>
        <w:t>Глава администрации                                                       П.И.Самодумов</w:t>
      </w:r>
      <w:r>
        <w:tab/>
      </w:r>
    </w:p>
    <w:p w:rsidR="00DF2240" w:rsidRPr="00FF0B82" w:rsidRDefault="00DF2240" w:rsidP="00FF0B82">
      <w:r>
        <w:t>Специалист                                                                          Е.М.Шестак</w:t>
      </w:r>
    </w:p>
    <w:sectPr w:rsidR="00DF2240" w:rsidRPr="00FF0B82" w:rsidSect="00AE5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38A1"/>
    <w:rsid w:val="002E7E7D"/>
    <w:rsid w:val="00566765"/>
    <w:rsid w:val="00633199"/>
    <w:rsid w:val="007338A1"/>
    <w:rsid w:val="00AE5E3E"/>
    <w:rsid w:val="00DF2240"/>
    <w:rsid w:val="00E26C58"/>
    <w:rsid w:val="00FF0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E3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105</Words>
  <Characters>601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Customer</cp:lastModifiedBy>
  <cp:revision>5</cp:revision>
  <dcterms:created xsi:type="dcterms:W3CDTF">2013-11-21T07:53:00Z</dcterms:created>
  <dcterms:modified xsi:type="dcterms:W3CDTF">2013-11-25T07:02:00Z</dcterms:modified>
</cp:coreProperties>
</file>